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73" w:rsidRDefault="00335873" w:rsidP="007D2C59">
      <w:pPr>
        <w:tabs>
          <w:tab w:val="left" w:pos="7830"/>
        </w:tabs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55.5pt;margin-top:-37.5pt;width:258pt;height:330.7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">
            <v:textbox>
              <w:txbxContent>
                <w:p w:rsidR="00335873" w:rsidRPr="00D53838" w:rsidRDefault="00335873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Tues</w:t>
                  </w:r>
                  <w:r w:rsidRPr="00D53838">
                    <w:rPr>
                      <w:u w:val="single"/>
                    </w:rPr>
                    <w:t>day</w:t>
                  </w:r>
                  <w:r>
                    <w:rPr>
                      <w:u w:val="single"/>
                    </w:rPr>
                    <w:t>,  November 13 Study facts at bottom.</w:t>
                  </w:r>
                </w:p>
                <w:p w:rsidR="00335873" w:rsidRDefault="00335873" w:rsidP="007D2C59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</w:rPr>
                    <w:t>Round to the nearest 100:</w:t>
                  </w:r>
                </w:p>
                <w:p w:rsidR="00335873" w:rsidRDefault="00335873" w:rsidP="007D2C5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1.  </w:t>
                  </w:r>
                  <w:r>
                    <w:rPr>
                      <w:b/>
                      <w:sz w:val="28"/>
                      <w:szCs w:val="28"/>
                    </w:rPr>
                    <w:t>783   _______________________</w:t>
                  </w:r>
                </w:p>
                <w:p w:rsidR="00335873" w:rsidRDefault="00335873" w:rsidP="007D2C59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191D7F">
                    <w:rPr>
                      <w:b/>
                    </w:rPr>
                    <w:t>Write in expanded form:</w:t>
                  </w:r>
                </w:p>
                <w:p w:rsidR="00335873" w:rsidRDefault="00335873" w:rsidP="007D2C59">
                  <w:pPr>
                    <w:rPr>
                      <w:b/>
                    </w:rPr>
                  </w:pPr>
                  <w:r>
                    <w:rPr>
                      <w:b/>
                    </w:rPr>
                    <w:t>2.  6,902 ________________________________</w:t>
                  </w:r>
                </w:p>
                <w:p w:rsidR="00335873" w:rsidRDefault="00335873" w:rsidP="007D2C59">
                  <w:pPr>
                    <w:rPr>
                      <w:b/>
                    </w:rPr>
                  </w:pPr>
                </w:p>
                <w:p w:rsidR="00335873" w:rsidRDefault="00335873" w:rsidP="007D2C59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</w:rPr>
                    <w:t xml:space="preserve">3.  Which of the following is the </w:t>
                  </w:r>
                  <w:r>
                    <w:rPr>
                      <w:b/>
                      <w:u w:val="single"/>
                    </w:rPr>
                    <w:t>greatest?</w:t>
                  </w:r>
                </w:p>
                <w:p w:rsidR="00335873" w:rsidRDefault="00335873" w:rsidP="007D2C59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A.  8885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B.  8858             C.  5888</w:t>
                  </w:r>
                </w:p>
                <w:p w:rsidR="00335873" w:rsidRDefault="00335873" w:rsidP="007D2C59">
                  <w:pPr>
                    <w:rPr>
                      <w:b/>
                    </w:rPr>
                  </w:pPr>
                </w:p>
                <w:p w:rsidR="00335873" w:rsidRDefault="00335873" w:rsidP="00767140">
                  <w:pPr>
                    <w:rPr>
                      <w:b/>
                    </w:rPr>
                  </w:pPr>
                  <w:r>
                    <w:rPr>
                      <w:b/>
                    </w:rPr>
                    <w:t>4.  Joe had 30 pencils.   He put them in bundles of 6.  How many bundles of pencils did he have? (write an equation and solve)</w:t>
                  </w:r>
                </w:p>
                <w:p w:rsidR="00335873" w:rsidRDefault="00335873" w:rsidP="00767140">
                  <w:pPr>
                    <w:rPr>
                      <w:b/>
                    </w:rPr>
                  </w:pPr>
                </w:p>
                <w:p w:rsidR="00335873" w:rsidRDefault="00335873" w:rsidP="007D2C59">
                  <w:pPr>
                    <w:rPr>
                      <w:b/>
                    </w:rPr>
                  </w:pPr>
                </w:p>
                <w:p w:rsidR="00335873" w:rsidRDefault="00335873" w:rsidP="00F8341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5.  </w:t>
                  </w:r>
                </w:p>
                <w:p w:rsidR="00335873" w:rsidRPr="00F8341C" w:rsidRDefault="00335873" w:rsidP="007D2C59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     20 </w:t>
                  </w:r>
                  <w:r>
                    <w:rPr>
                      <w:sz w:val="36"/>
                      <w:szCs w:val="36"/>
                    </w:rPr>
                    <w:tab/>
                    <w:t xml:space="preserve"> 4</w:t>
                  </w:r>
                  <w:r w:rsidRPr="00F8341C">
                    <w:rPr>
                      <w:sz w:val="36"/>
                      <w:szCs w:val="36"/>
                    </w:rPr>
                    <w:t>0</w:t>
                  </w:r>
                  <w:r w:rsidRPr="00F8341C"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 xml:space="preserve">   3</w:t>
                  </w:r>
                  <w:r w:rsidRPr="00F8341C">
                    <w:rPr>
                      <w:sz w:val="36"/>
                      <w:szCs w:val="36"/>
                    </w:rPr>
                    <w:t>0</w:t>
                  </w:r>
                  <w:r w:rsidRPr="00F8341C"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 xml:space="preserve">     20</w:t>
                  </w:r>
                  <w:r>
                    <w:rPr>
                      <w:sz w:val="36"/>
                      <w:szCs w:val="36"/>
                    </w:rPr>
                    <w:tab/>
                    <w:t>5</w:t>
                  </w:r>
                  <w:r w:rsidRPr="00F8341C">
                    <w:rPr>
                      <w:sz w:val="36"/>
                      <w:szCs w:val="36"/>
                    </w:rPr>
                    <w:t>0</w:t>
                  </w:r>
                </w:p>
                <w:p w:rsidR="00335873" w:rsidRDefault="00335873" w:rsidP="007D2C59">
                  <w:pPr>
                    <w:rPr>
                      <w:sz w:val="32"/>
                      <w:szCs w:val="32"/>
                      <w:u w:val="single"/>
                    </w:rPr>
                  </w:pPr>
                  <w:r w:rsidRPr="00F8341C">
                    <w:rPr>
                      <w:sz w:val="32"/>
                      <w:szCs w:val="32"/>
                    </w:rPr>
                    <w:t xml:space="preserve">   </w:t>
                  </w:r>
                  <w:r>
                    <w:rPr>
                      <w:sz w:val="32"/>
                      <w:szCs w:val="32"/>
                      <w:u w:val="single"/>
                    </w:rPr>
                    <w:t xml:space="preserve">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x  6</w:t>
                  </w:r>
                  <w:r w:rsidRPr="00F8341C">
                    <w:rPr>
                      <w:sz w:val="32"/>
                      <w:szCs w:val="32"/>
                    </w:rPr>
                    <w:t xml:space="preserve">    </w:t>
                  </w:r>
                  <w:r>
                    <w:rPr>
                      <w:sz w:val="32"/>
                      <w:szCs w:val="32"/>
                    </w:rPr>
                    <w:t xml:space="preserve">   </w:t>
                  </w:r>
                  <w:r>
                    <w:rPr>
                      <w:sz w:val="32"/>
                      <w:szCs w:val="32"/>
                      <w:u w:val="single"/>
                    </w:rPr>
                    <w:t>x  5</w:t>
                  </w:r>
                  <w:r>
                    <w:rPr>
                      <w:sz w:val="32"/>
                      <w:szCs w:val="32"/>
                    </w:rPr>
                    <w:t xml:space="preserve">    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x</w:t>
                  </w:r>
                  <w:r>
                    <w:rPr>
                      <w:sz w:val="32"/>
                      <w:szCs w:val="32"/>
                      <w:u w:val="single"/>
                    </w:rPr>
                    <w:t xml:space="preserve"> 3</w:t>
                  </w:r>
                  <w:r>
                    <w:rPr>
                      <w:sz w:val="32"/>
                      <w:szCs w:val="32"/>
                    </w:rPr>
                    <w:t xml:space="preserve">    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x2</w:t>
                  </w:r>
                  <w:r>
                    <w:rPr>
                      <w:sz w:val="32"/>
                      <w:szCs w:val="32"/>
                    </w:rPr>
                    <w:t xml:space="preserve">    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x 7</w:t>
                  </w:r>
                </w:p>
                <w:p w:rsidR="00335873" w:rsidRDefault="00335873" w:rsidP="007D2C59">
                  <w:pPr>
                    <w:rPr>
                      <w:sz w:val="32"/>
                      <w:szCs w:val="32"/>
                      <w:u w:val="single"/>
                    </w:rPr>
                  </w:pPr>
                </w:p>
                <w:p w:rsidR="00335873" w:rsidRPr="005B63ED" w:rsidRDefault="00335873" w:rsidP="007D2C59">
                  <w:r w:rsidRPr="005B63ED">
                    <w:t xml:space="preserve">6.  </w:t>
                  </w:r>
                  <w:r>
                    <w:t>The identity property of multiplication is when you multiply a number times 1.  Example:  5x1=5 Show another example:    _____ x ______ = ____</w:t>
                  </w:r>
                </w:p>
                <w:p w:rsidR="00335873" w:rsidRDefault="00335873" w:rsidP="007D2C59">
                  <w:pPr>
                    <w:rPr>
                      <w:sz w:val="28"/>
                      <w:szCs w:val="28"/>
                    </w:rPr>
                  </w:pPr>
                </w:p>
                <w:p w:rsidR="00335873" w:rsidRDefault="00335873" w:rsidP="007D2C59">
                  <w:pPr>
                    <w:rPr>
                      <w:sz w:val="28"/>
                      <w:szCs w:val="28"/>
                    </w:rPr>
                  </w:pPr>
                </w:p>
                <w:p w:rsidR="00335873" w:rsidRPr="00D86DEF" w:rsidRDefault="00335873" w:rsidP="007D2C59"/>
                <w:p w:rsidR="00335873" w:rsidRPr="007D2C59" w:rsidRDefault="00335873" w:rsidP="007D2C59">
                  <w:r>
                    <w:tab/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7" type="#_x0000_t202" style="position:absolute;margin-left:203.25pt;margin-top:-37.5pt;width:278.25pt;height:326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">
            <v:textbox>
              <w:txbxContent>
                <w:p w:rsidR="00335873" w:rsidRPr="00D53838" w:rsidRDefault="00335873" w:rsidP="007D2C59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Wedne</w:t>
                  </w:r>
                  <w:r w:rsidRPr="00D53838">
                    <w:rPr>
                      <w:u w:val="single"/>
                    </w:rPr>
                    <w:t>sday</w:t>
                  </w:r>
                  <w:r>
                    <w:rPr>
                      <w:u w:val="single"/>
                    </w:rPr>
                    <w:t>, November 14  Study facts at bottom.</w:t>
                  </w:r>
                </w:p>
                <w:p w:rsidR="00335873" w:rsidRDefault="00335873" w:rsidP="005B63E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1.  The Zero Property of Multiplication is when you multiply a number by zero and get the product ZERO.  Example:  4 x 0 = 0  </w:t>
                  </w:r>
                </w:p>
                <w:p w:rsidR="00335873" w:rsidRDefault="00335873" w:rsidP="005B63E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Write another example of the Zero Property:</w:t>
                  </w:r>
                </w:p>
                <w:p w:rsidR="00335873" w:rsidRPr="00455ABF" w:rsidRDefault="00335873" w:rsidP="005B63ED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sz w:val="22"/>
                      <w:szCs w:val="22"/>
                    </w:rPr>
                    <w:t xml:space="preserve"> ____ x ____ = ____</w:t>
                  </w:r>
                </w:p>
                <w:p w:rsidR="00335873" w:rsidRDefault="00335873" w:rsidP="00F32B58">
                  <w:pPr>
                    <w:rPr>
                      <w:sz w:val="22"/>
                      <w:szCs w:val="22"/>
                    </w:rPr>
                  </w:pPr>
                </w:p>
                <w:p w:rsidR="00335873" w:rsidRPr="00F8341C" w:rsidRDefault="00335873" w:rsidP="00F8341C">
                  <w:pPr>
                    <w:rPr>
                      <w:sz w:val="36"/>
                      <w:szCs w:val="36"/>
                    </w:rPr>
                  </w:pPr>
                  <w:r w:rsidRPr="00374DA7">
                    <w:rPr>
                      <w:sz w:val="28"/>
                      <w:szCs w:val="28"/>
                    </w:rPr>
                    <w:t xml:space="preserve">2. 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767140">
                    <w:rPr>
                      <w:sz w:val="36"/>
                      <w:szCs w:val="36"/>
                    </w:rPr>
                    <w:t>1</w:t>
                  </w:r>
                  <w:r>
                    <w:rPr>
                      <w:sz w:val="36"/>
                      <w:szCs w:val="36"/>
                    </w:rPr>
                    <w:t>10</w:t>
                  </w:r>
                  <w:r>
                    <w:rPr>
                      <w:sz w:val="36"/>
                      <w:szCs w:val="36"/>
                    </w:rPr>
                    <w:tab/>
                    <w:t xml:space="preserve"> 2</w:t>
                  </w:r>
                  <w:r w:rsidRPr="00F8341C">
                    <w:rPr>
                      <w:sz w:val="36"/>
                      <w:szCs w:val="36"/>
                    </w:rPr>
                    <w:t>0</w:t>
                  </w:r>
                  <w:r>
                    <w:rPr>
                      <w:sz w:val="36"/>
                      <w:szCs w:val="36"/>
                    </w:rPr>
                    <w:t>5</w:t>
                  </w:r>
                  <w:r w:rsidRPr="00F8341C"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 xml:space="preserve">     368       5000</w:t>
                  </w:r>
                  <w:r>
                    <w:rPr>
                      <w:sz w:val="36"/>
                      <w:szCs w:val="36"/>
                    </w:rPr>
                    <w:tab/>
                    <w:t xml:space="preserve"> </w:t>
                  </w:r>
                </w:p>
                <w:p w:rsidR="00335873" w:rsidRPr="00F8341C" w:rsidRDefault="00335873" w:rsidP="00F8341C">
                  <w:pPr>
                    <w:rPr>
                      <w:sz w:val="32"/>
                      <w:szCs w:val="32"/>
                    </w:rPr>
                  </w:pPr>
                  <w:r w:rsidRPr="00F8341C">
                    <w:rPr>
                      <w:sz w:val="32"/>
                      <w:szCs w:val="32"/>
                    </w:rPr>
                    <w:t xml:space="preserve">   </w:t>
                  </w:r>
                  <w:r>
                    <w:rPr>
                      <w:sz w:val="32"/>
                      <w:szCs w:val="32"/>
                      <w:u w:val="single"/>
                    </w:rPr>
                    <w:t xml:space="preserve">  -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 xml:space="preserve">  </w:t>
                  </w:r>
                  <w:r>
                    <w:rPr>
                      <w:sz w:val="32"/>
                      <w:szCs w:val="32"/>
                      <w:u w:val="single"/>
                    </w:rPr>
                    <w:t>83</w:t>
                  </w:r>
                  <w:r w:rsidRPr="00F8341C">
                    <w:rPr>
                      <w:sz w:val="32"/>
                      <w:szCs w:val="32"/>
                    </w:rPr>
                    <w:t xml:space="preserve">    </w:t>
                  </w:r>
                  <w:r>
                    <w:rPr>
                      <w:sz w:val="32"/>
                      <w:szCs w:val="32"/>
                    </w:rPr>
                    <w:t xml:space="preserve">    </w:t>
                  </w:r>
                  <w:r>
                    <w:rPr>
                      <w:sz w:val="32"/>
                      <w:szCs w:val="32"/>
                      <w:u w:val="single"/>
                    </w:rPr>
                    <w:t>-15</w:t>
                  </w:r>
                  <w:r>
                    <w:rPr>
                      <w:sz w:val="32"/>
                      <w:szCs w:val="32"/>
                    </w:rPr>
                    <w:t xml:space="preserve">       </w:t>
                  </w:r>
                  <w:r>
                    <w:rPr>
                      <w:sz w:val="32"/>
                      <w:szCs w:val="32"/>
                      <w:u w:val="single"/>
                    </w:rPr>
                    <w:t>+34</w:t>
                  </w:r>
                  <w:r>
                    <w:rPr>
                      <w:sz w:val="32"/>
                      <w:szCs w:val="32"/>
                    </w:rPr>
                    <w:t xml:space="preserve">       </w:t>
                  </w:r>
                  <w:r w:rsidRPr="00767140">
                    <w:rPr>
                      <w:sz w:val="32"/>
                      <w:szCs w:val="32"/>
                      <w:u w:val="single"/>
                    </w:rPr>
                    <w:t>-   445</w:t>
                  </w:r>
                </w:p>
                <w:p w:rsidR="00335873" w:rsidRPr="00374DA7" w:rsidRDefault="00335873" w:rsidP="00F8341C">
                  <w:pPr>
                    <w:rPr>
                      <w:sz w:val="28"/>
                      <w:szCs w:val="28"/>
                    </w:rPr>
                  </w:pPr>
                </w:p>
                <w:p w:rsidR="00335873" w:rsidRDefault="00335873" w:rsidP="00F32B58">
                  <w:pPr>
                    <w:rPr>
                      <w:sz w:val="22"/>
                      <w:szCs w:val="22"/>
                    </w:rPr>
                  </w:pPr>
                </w:p>
                <w:p w:rsidR="00335873" w:rsidRDefault="00335873" w:rsidP="00F32B58"/>
                <w:p w:rsidR="00335873" w:rsidRDefault="00335873" w:rsidP="00226C2A">
                  <w:r>
                    <w:t>3.  Helen ran 3 miles on Monday, 3 miles on Tuesday, 3 miles on Wednesday, and 3 miles on Thursday.  How many miles did she run in all?</w:t>
                  </w:r>
                </w:p>
                <w:p w:rsidR="00335873" w:rsidRDefault="00335873" w:rsidP="00226C2A"/>
                <w:p w:rsidR="00335873" w:rsidRDefault="00335873" w:rsidP="00226C2A"/>
                <w:p w:rsidR="00335873" w:rsidRDefault="00335873" w:rsidP="00226C2A"/>
                <w:p w:rsidR="00335873" w:rsidRPr="00456F90" w:rsidRDefault="00335873" w:rsidP="00226C2A">
                  <w:pPr>
                    <w:rPr>
                      <w:sz w:val="28"/>
                      <w:szCs w:val="28"/>
                    </w:rPr>
                  </w:pPr>
                  <w:r>
                    <w:t>4.  Cindy ran 1 more mile than Helen ran each day.  After the four days, how many miles did Cindy run in all?</w:t>
                  </w:r>
                  <w:r w:rsidRPr="00456F90">
                    <w:rPr>
                      <w:sz w:val="28"/>
                      <w:szCs w:val="28"/>
                    </w:rPr>
                    <w:t xml:space="preserve">    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Text Box 6" o:spid="_x0000_s1028" type="#_x0000_t202" style="position:absolute;margin-left:-54.75pt;margin-top:-57.75pt;width:555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" strokeweight=".5pt">
            <v:textbox>
              <w:txbxContent>
                <w:p w:rsidR="00335873" w:rsidRDefault="00335873">
                  <w:r>
                    <w:t>Name                                                                  Math Homework is worth 5 points each day for a 20 pt grade.</w:t>
                  </w:r>
                </w:p>
              </w:txbxContent>
            </v:textbox>
          </v:shape>
        </w:pict>
      </w:r>
      <w:r>
        <w:t>Onom7, 456</w:t>
      </w:r>
    </w:p>
    <w:p w:rsidR="00335873" w:rsidRDefault="00335873" w:rsidP="007D2C59">
      <w:pPr>
        <w:tabs>
          <w:tab w:val="left" w:pos="7830"/>
        </w:tabs>
      </w:pPr>
      <w:r>
        <w:rPr>
          <w:noProof/>
          <w:lang w:eastAsia="en-US"/>
        </w:rPr>
        <w:pict>
          <v:shape id="_x0000_s1029" type="#_x0000_t202" style="position:absolute;margin-left:375pt;margin-top:360.45pt;width:102.75pt;height:69.7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" strokeweight=".5pt">
            <v:textbox>
              <w:txbxContent>
                <w:p w:rsidR="00335873" w:rsidRDefault="00335873">
                  <w:r>
                    <w:t>Color in the array to show the equation you made.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30" type="#_x0000_t202" style="position:absolute;margin-left:-54.75pt;margin-top:275.65pt;width:280.5pt;height:359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">
            <v:textbox>
              <w:txbxContent>
                <w:p w:rsidR="00335873" w:rsidRPr="00D53838" w:rsidRDefault="00335873" w:rsidP="007D2C59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Thur</w:t>
                  </w:r>
                  <w:r w:rsidRPr="00D53838">
                    <w:rPr>
                      <w:u w:val="single"/>
                    </w:rPr>
                    <w:t>sday</w:t>
                  </w:r>
                  <w:r>
                    <w:rPr>
                      <w:u w:val="single"/>
                    </w:rPr>
                    <w:t>, November 15  Study facts at bottom.</w:t>
                  </w:r>
                </w:p>
                <w:p w:rsidR="00335873" w:rsidRPr="00374DA7" w:rsidRDefault="00335873" w:rsidP="00456F90">
                  <w:pPr>
                    <w:rPr>
                      <w:b/>
                    </w:rPr>
                  </w:pPr>
                  <w:r w:rsidRPr="00374DA7">
                    <w:rPr>
                      <w:b/>
                    </w:rPr>
                    <w:t xml:space="preserve">Solve </w:t>
                  </w:r>
                  <w:r>
                    <w:rPr>
                      <w:b/>
                    </w:rPr>
                    <w:t>by drawing a picture</w:t>
                  </w:r>
                  <w:r w:rsidRPr="00374DA7">
                    <w:rPr>
                      <w:b/>
                    </w:rPr>
                    <w:t xml:space="preserve"> and EXPLAIN YOUR WORK:</w:t>
                  </w:r>
                </w:p>
                <w:p w:rsidR="00335873" w:rsidRDefault="00335873" w:rsidP="00965969">
                  <w:pPr>
                    <w:rPr>
                      <w:sz w:val="22"/>
                      <w:szCs w:val="22"/>
                    </w:rPr>
                  </w:pPr>
                  <w:r w:rsidRPr="00335BCA">
                    <w:rPr>
                      <w:sz w:val="22"/>
                      <w:szCs w:val="22"/>
                    </w:rPr>
                    <w:t xml:space="preserve">1.  </w:t>
                  </w:r>
                  <w:r>
                    <w:rPr>
                      <w:sz w:val="22"/>
                      <w:szCs w:val="22"/>
                    </w:rPr>
                    <w:t>John has 2 boxes.  Each box has 4 baggies in it.  Each baggie has 3 marbles.  How many marbles are there in all?</w:t>
                  </w:r>
                </w:p>
                <w:p w:rsidR="00335873" w:rsidRDefault="00335873" w:rsidP="00965969">
                  <w:pPr>
                    <w:rPr>
                      <w:sz w:val="22"/>
                      <w:szCs w:val="22"/>
                    </w:rPr>
                  </w:pPr>
                </w:p>
                <w:p w:rsidR="00335873" w:rsidRDefault="00335873" w:rsidP="00965969">
                  <w:pPr>
                    <w:rPr>
                      <w:sz w:val="22"/>
                      <w:szCs w:val="22"/>
                    </w:rPr>
                  </w:pPr>
                </w:p>
                <w:p w:rsidR="00335873" w:rsidRDefault="00335873" w:rsidP="00965969">
                  <w:pPr>
                    <w:rPr>
                      <w:sz w:val="22"/>
                      <w:szCs w:val="22"/>
                    </w:rPr>
                  </w:pPr>
                </w:p>
                <w:p w:rsidR="00335873" w:rsidRDefault="00335873" w:rsidP="00965969">
                  <w:pPr>
                    <w:rPr>
                      <w:sz w:val="22"/>
                      <w:szCs w:val="22"/>
                    </w:rPr>
                  </w:pPr>
                </w:p>
                <w:p w:rsidR="00335873" w:rsidRDefault="00335873" w:rsidP="00965969">
                  <w:pPr>
                    <w:rPr>
                      <w:sz w:val="22"/>
                      <w:szCs w:val="22"/>
                    </w:rPr>
                  </w:pPr>
                </w:p>
                <w:p w:rsidR="00335873" w:rsidRDefault="00335873" w:rsidP="00965969">
                  <w:pPr>
                    <w:rPr>
                      <w:sz w:val="22"/>
                      <w:szCs w:val="22"/>
                    </w:rPr>
                  </w:pPr>
                </w:p>
                <w:p w:rsidR="00335873" w:rsidRDefault="00335873" w:rsidP="00965969">
                  <w:pPr>
                    <w:rPr>
                      <w:sz w:val="22"/>
                      <w:szCs w:val="22"/>
                    </w:rPr>
                  </w:pPr>
                </w:p>
                <w:p w:rsidR="00335873" w:rsidRDefault="00335873" w:rsidP="00226C2A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2.  Tiffie has 17 bows.  Jenny has 23 bows.  How many more bows does Jenny have?</w:t>
                  </w:r>
                </w:p>
                <w:p w:rsidR="00335873" w:rsidRDefault="00335873" w:rsidP="00226C2A">
                  <w:pPr>
                    <w:rPr>
                      <w:sz w:val="22"/>
                      <w:szCs w:val="22"/>
                    </w:rPr>
                  </w:pPr>
                </w:p>
                <w:p w:rsidR="00335873" w:rsidRPr="00456F90" w:rsidRDefault="00335873" w:rsidP="00226C2A">
                  <w:pPr>
                    <w:rPr>
                      <w:sz w:val="28"/>
                      <w:szCs w:val="28"/>
                    </w:rPr>
                  </w:pPr>
                </w:p>
                <w:p w:rsidR="00335873" w:rsidRDefault="00335873" w:rsidP="0096596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_____</w:t>
                  </w:r>
                </w:p>
                <w:p w:rsidR="00335873" w:rsidRPr="00965969" w:rsidRDefault="00335873" w:rsidP="0096596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3.    4 </w:t>
                  </w:r>
                  <w:r w:rsidRPr="00456F90">
                    <w:rPr>
                      <w:sz w:val="36"/>
                      <w:szCs w:val="36"/>
                    </w:rPr>
                    <w:t>/</w:t>
                  </w:r>
                  <w:r>
                    <w:rPr>
                      <w:sz w:val="28"/>
                      <w:szCs w:val="28"/>
                    </w:rPr>
                    <w:t xml:space="preserve"> 32                  4.        </w:t>
                  </w:r>
                  <w:r>
                    <w:rPr>
                      <w:sz w:val="32"/>
                      <w:szCs w:val="32"/>
                    </w:rPr>
                    <w:t>6</w:t>
                  </w:r>
                  <w:r w:rsidRPr="00F8341C">
                    <w:rPr>
                      <w:sz w:val="32"/>
                      <w:szCs w:val="32"/>
                    </w:rPr>
                    <w:t>0</w:t>
                  </w:r>
                  <w:r w:rsidRPr="00F8341C">
                    <w:rPr>
                      <w:sz w:val="32"/>
                      <w:szCs w:val="32"/>
                    </w:rPr>
                    <w:tab/>
                  </w:r>
                  <w:r w:rsidRPr="00F8341C">
                    <w:rPr>
                      <w:sz w:val="32"/>
                      <w:szCs w:val="32"/>
                    </w:rPr>
                    <w:tab/>
                    <w:t>50</w:t>
                  </w:r>
                </w:p>
                <w:p w:rsidR="00335873" w:rsidRDefault="00335873" w:rsidP="007D2C59">
                  <w:pPr>
                    <w:rPr>
                      <w:sz w:val="32"/>
                      <w:szCs w:val="32"/>
                      <w:u w:val="single"/>
                    </w:rPr>
                  </w:pPr>
                  <w:r w:rsidRPr="00F8341C">
                    <w:rPr>
                      <w:sz w:val="32"/>
                      <w:szCs w:val="32"/>
                    </w:rPr>
                    <w:t xml:space="preserve">                                     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32"/>
                      <w:szCs w:val="32"/>
                      <w:u w:val="single"/>
                    </w:rPr>
                    <w:t>x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 xml:space="preserve"> 3</w:t>
                  </w:r>
                  <w:r>
                    <w:rPr>
                      <w:sz w:val="32"/>
                      <w:szCs w:val="32"/>
                    </w:rPr>
                    <w:t xml:space="preserve">         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x</w:t>
                  </w:r>
                  <w:r>
                    <w:rPr>
                      <w:sz w:val="32"/>
                      <w:szCs w:val="32"/>
                      <w:u w:val="single"/>
                    </w:rPr>
                    <w:t xml:space="preserve"> </w:t>
                  </w:r>
                  <w:r w:rsidRPr="00F8341C">
                    <w:rPr>
                      <w:sz w:val="32"/>
                      <w:szCs w:val="32"/>
                      <w:u w:val="single"/>
                    </w:rPr>
                    <w:t>4</w:t>
                  </w:r>
                </w:p>
                <w:p w:rsidR="00335873" w:rsidRDefault="00335873" w:rsidP="007D2C59">
                  <w:pPr>
                    <w:rPr>
                      <w:sz w:val="32"/>
                      <w:szCs w:val="32"/>
                      <w:u w:val="single"/>
                    </w:rPr>
                  </w:pPr>
                </w:p>
                <w:p w:rsidR="00335873" w:rsidRDefault="00335873" w:rsidP="007D2C59"/>
                <w:p w:rsidR="00335873" w:rsidRDefault="00335873" w:rsidP="007D2C5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5.  ( 5 x 2 ) x 3 = ________</w:t>
                  </w:r>
                </w:p>
                <w:p w:rsidR="00335873" w:rsidRDefault="00335873" w:rsidP="007D2C59">
                  <w:pPr>
                    <w:rPr>
                      <w:sz w:val="32"/>
                      <w:szCs w:val="32"/>
                    </w:rPr>
                  </w:pPr>
                </w:p>
                <w:p w:rsidR="00335873" w:rsidRPr="00F8341C" w:rsidRDefault="00335873" w:rsidP="007D2C5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6.  3 x ( 2 x 5 ) = ________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31" type="#_x0000_t202" style="position:absolute;margin-left:225.75pt;margin-top:275.7pt;width:255.75pt;height:354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">
            <v:textbox>
              <w:txbxContent>
                <w:p w:rsidR="00335873" w:rsidRDefault="00335873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Prepare for this week’s test by reviewing the following:</w:t>
                  </w:r>
                </w:p>
                <w:p w:rsidR="00335873" w:rsidRDefault="00335873" w:rsidP="00F8341C">
                  <w:r>
                    <w:t xml:space="preserve">1.  The Distributive Property breaks apart one of the factors. Example 4 x 8 = (4 x 6) +  (4 x 2) </w:t>
                  </w:r>
                </w:p>
                <w:p w:rsidR="00335873" w:rsidRPr="00405124" w:rsidRDefault="00335873" w:rsidP="00F8341C">
                  <w:pPr>
                    <w:rPr>
                      <w:sz w:val="32"/>
                      <w:szCs w:val="32"/>
                      <w:u w:val="single"/>
                    </w:rPr>
                  </w:pPr>
                  <w:r>
                    <w:rPr>
                      <w:sz w:val="32"/>
                      <w:szCs w:val="32"/>
                    </w:rPr>
                    <w:t>So, 6 x 4 = (2 x</w:t>
                  </w:r>
                  <w:r w:rsidRPr="00405124">
                    <w:rPr>
                      <w:sz w:val="32"/>
                      <w:szCs w:val="32"/>
                    </w:rPr>
                    <w:t xml:space="preserve"> 4</w:t>
                  </w:r>
                  <w:r>
                    <w:rPr>
                      <w:sz w:val="32"/>
                      <w:szCs w:val="32"/>
                    </w:rPr>
                    <w:t>)</w:t>
                  </w:r>
                  <w:r w:rsidRPr="00405124">
                    <w:rPr>
                      <w:sz w:val="32"/>
                      <w:szCs w:val="32"/>
                    </w:rPr>
                    <w:t xml:space="preserve"> + </w:t>
                  </w:r>
                  <w:r>
                    <w:rPr>
                      <w:sz w:val="32"/>
                      <w:szCs w:val="32"/>
                    </w:rPr>
                    <w:t>(</w:t>
                  </w:r>
                  <w:r w:rsidRPr="00405124">
                    <w:rPr>
                      <w:sz w:val="32"/>
                      <w:szCs w:val="32"/>
                    </w:rPr>
                    <w:t>___ x 4</w:t>
                  </w:r>
                  <w:r>
                    <w:rPr>
                      <w:sz w:val="32"/>
                      <w:szCs w:val="32"/>
                    </w:rPr>
                    <w:t>)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442"/>
                    <w:gridCol w:w="442"/>
                    <w:gridCol w:w="443"/>
                    <w:gridCol w:w="443"/>
                    <w:gridCol w:w="443"/>
                    <w:gridCol w:w="443"/>
                  </w:tblGrid>
                  <w:tr w:rsidR="00335873" w:rsidRPr="00197893" w:rsidTr="00197893">
                    <w:trPr>
                      <w:trHeight w:val="353"/>
                    </w:trPr>
                    <w:tc>
                      <w:tcPr>
                        <w:tcW w:w="442" w:type="dxa"/>
                        <w:shd w:val="clear" w:color="auto" w:fill="FFFFFF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2" w:type="dxa"/>
                        <w:shd w:val="clear" w:color="auto" w:fill="FFFFFF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FFFFF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</w:tr>
                  <w:tr w:rsidR="00335873" w:rsidRPr="00197893" w:rsidTr="00197893">
                    <w:trPr>
                      <w:trHeight w:val="353"/>
                    </w:trPr>
                    <w:tc>
                      <w:tcPr>
                        <w:tcW w:w="442" w:type="dxa"/>
                        <w:shd w:val="clear" w:color="auto" w:fill="FFFFFF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  <w:r w:rsidRPr="00197893">
                          <w:rPr>
                            <w:sz w:val="32"/>
                            <w:szCs w:val="32"/>
                            <w:u w:val="single"/>
                          </w:rPr>
                          <w:t xml:space="preserve">               </w:t>
                        </w:r>
                      </w:p>
                    </w:tc>
                    <w:tc>
                      <w:tcPr>
                        <w:tcW w:w="442" w:type="dxa"/>
                        <w:shd w:val="clear" w:color="auto" w:fill="FFFFFF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FFFFF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</w:tr>
                  <w:tr w:rsidR="00335873" w:rsidRPr="00197893" w:rsidTr="00197893">
                    <w:trPr>
                      <w:trHeight w:val="368"/>
                    </w:trPr>
                    <w:tc>
                      <w:tcPr>
                        <w:tcW w:w="442" w:type="dxa"/>
                        <w:shd w:val="clear" w:color="auto" w:fill="FFFFFF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2" w:type="dxa"/>
                        <w:shd w:val="clear" w:color="auto" w:fill="FFFFFF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FFFFF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</w:tr>
                  <w:tr w:rsidR="00335873" w:rsidRPr="00197893" w:rsidTr="00197893">
                    <w:trPr>
                      <w:trHeight w:val="353"/>
                    </w:trPr>
                    <w:tc>
                      <w:tcPr>
                        <w:tcW w:w="442" w:type="dxa"/>
                        <w:shd w:val="clear" w:color="auto" w:fill="FFFFFF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2" w:type="dxa"/>
                        <w:shd w:val="clear" w:color="auto" w:fill="FFFFFF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FFFFF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35873" w:rsidRPr="00197893" w:rsidRDefault="00335873" w:rsidP="00F8341C">
                        <w:pPr>
                          <w:rPr>
                            <w:sz w:val="32"/>
                            <w:szCs w:val="32"/>
                            <w:u w:val="single"/>
                          </w:rPr>
                        </w:pPr>
                      </w:p>
                    </w:tc>
                  </w:tr>
                </w:tbl>
                <w:p w:rsidR="00335873" w:rsidRDefault="00335873" w:rsidP="00F8341C">
                  <w:pPr>
                    <w:rPr>
                      <w:sz w:val="32"/>
                      <w:szCs w:val="32"/>
                      <w:u w:val="single"/>
                    </w:rPr>
                  </w:pPr>
                </w:p>
                <w:p w:rsidR="00335873" w:rsidRDefault="00335873" w:rsidP="00226C2A">
                  <w:pPr>
                    <w:rPr>
                      <w:b/>
                    </w:rPr>
                  </w:pPr>
                  <w:r w:rsidRPr="00226C2A">
                    <w:t>2.</w:t>
                  </w:r>
                  <w:r>
                    <w:rPr>
                      <w:sz w:val="36"/>
                      <w:szCs w:val="36"/>
                    </w:rPr>
                    <w:t xml:space="preserve">  </w:t>
                  </w:r>
                  <w:r>
                    <w:rPr>
                      <w:sz w:val="22"/>
                      <w:szCs w:val="22"/>
                    </w:rPr>
                    <w:t xml:space="preserve">If you have internet access, please let your child go to </w:t>
                  </w:r>
                  <w:hyperlink r:id="rId5" w:history="1">
                    <w:r w:rsidRPr="00EC7688">
                      <w:rPr>
                        <w:rStyle w:val="Hyperlink"/>
                        <w:b/>
                        <w:color w:val="000000"/>
                      </w:rPr>
                      <w:t>https://www.ixl.com/signin/lincolntc</w:t>
                    </w:r>
                  </w:hyperlink>
                  <w:r>
                    <w:t xml:space="preserve"> and complete multiplication skillbuilders 0, 1, 2, 3, 4, and 5 for practice.  Additional practice is:  </w:t>
                  </w:r>
                  <w:r>
                    <w:rPr>
                      <w:b/>
                    </w:rPr>
                    <w:t>A.9</w:t>
                  </w:r>
                </w:p>
                <w:p w:rsidR="00335873" w:rsidRPr="00564DE2" w:rsidRDefault="00335873" w:rsidP="00226C2A">
                  <w:pPr>
                    <w:rPr>
                      <w:b/>
                    </w:rPr>
                  </w:pPr>
                  <w:r>
                    <w:rPr>
                      <w:b/>
                    </w:rPr>
                    <w:t>L.1    C.1   and D.1</w:t>
                  </w:r>
                </w:p>
                <w:p w:rsidR="00335873" w:rsidRDefault="00335873">
                  <w:r>
                    <w:t>3.  This week’s focus is on word problems.  Your child should picture the problem in his/her head or draw it on paper to help understand what the problem is asking.</w:t>
                  </w:r>
                </w:p>
                <w:p w:rsidR="00335873" w:rsidRDefault="00335873"/>
                <w:p w:rsidR="00335873" w:rsidRPr="00226C2A" w:rsidRDefault="00335873">
                  <w:pPr>
                    <w:rPr>
                      <w:b/>
                    </w:rPr>
                  </w:pPr>
                  <w:r w:rsidRPr="00226C2A">
                    <w:rPr>
                      <w:b/>
                    </w:rPr>
                    <w:t>It is very important that students learn the multiplication facts.  Please practice every night.</w:t>
                  </w:r>
                </w:p>
                <w:p w:rsidR="00335873" w:rsidRDefault="00335873"/>
                <w:p w:rsidR="00335873" w:rsidRDefault="00335873"/>
                <w:p w:rsidR="00335873" w:rsidRDefault="00335873"/>
                <w:p w:rsidR="00335873" w:rsidRDefault="00335873"/>
                <w:p w:rsidR="00335873" w:rsidRPr="00F8341C" w:rsidRDefault="00335873" w:rsidP="00F8341C">
                  <w:pPr>
                    <w:rPr>
                      <w:sz w:val="32"/>
                      <w:szCs w:val="32"/>
                    </w:rPr>
                  </w:pPr>
                  <w:hyperlink r:id="rId6" w:history="1">
                    <w:r>
                      <w:rPr>
                        <w:rStyle w:val="Hyperlink"/>
                      </w:rPr>
                      <w:t>https://www.ixl.com/signin/lincolntc</w:t>
                    </w:r>
                  </w:hyperlink>
                  <w:r>
                    <w:t xml:space="preserve"> </w:t>
                  </w:r>
                  <w:r w:rsidRPr="00F8341C">
                    <w:rPr>
                      <w:rFonts w:ascii="Tahoma" w:hAnsi="Tahoma" w:cs="Tahoma"/>
                      <w:sz w:val="20"/>
                      <w:szCs w:val="20"/>
                    </w:rPr>
                    <w:t>E-8  Multiply by</w:t>
                  </w:r>
                  <w:r>
                    <w:rPr>
                      <w:rFonts w:ascii="Tahoma" w:hAnsi="Tahoma" w:cs="Tahoma"/>
                    </w:rPr>
                    <w:t xml:space="preserve"> a </w:t>
                  </w:r>
                  <w:r w:rsidRPr="00F8341C">
                    <w:rPr>
                      <w:rFonts w:ascii="Tahoma" w:hAnsi="Tahoma" w:cs="Tahoma"/>
                      <w:sz w:val="20"/>
                      <w:szCs w:val="20"/>
                    </w:rPr>
                    <w:t>multiple of 10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and multiplication skillbuilders 0, 1, 2, 3,</w:t>
                  </w:r>
                  <w:bookmarkStart w:id="0" w:name="_GoBack"/>
                  <w:bookmarkEnd w:id="0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4</w:t>
                  </w:r>
                </w:p>
                <w:p w:rsidR="00335873" w:rsidRDefault="00335873"/>
                <w:p w:rsidR="00335873" w:rsidRPr="00335BCA" w:rsidRDefault="00335873"/>
              </w:txbxContent>
            </v:textbox>
          </v:shape>
        </w:pict>
      </w:r>
      <w:r>
        <w:rPr>
          <w:noProof/>
          <w:lang w:eastAsia="en-US"/>
        </w:rPr>
        <w:pict>
          <v:shape id="_x0000_s1032" type="#_x0000_t202" style="position:absolute;margin-left:-54.75pt;margin-top:630.9pt;width:537pt;height:138.3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">
            <v:textbox style="mso-fit-shape-to-text:t">
              <w:txbxContent>
                <w:p w:rsidR="00335873" w:rsidRDefault="00335873">
                  <w:pPr>
                    <w:rPr>
                      <w:b/>
                    </w:rPr>
                  </w:pPr>
                  <w:r w:rsidRPr="00F32B58">
                    <w:rPr>
                      <w:b/>
                    </w:rPr>
                    <w:t>E</w:t>
                  </w:r>
                  <w:r>
                    <w:rPr>
                      <w:b/>
                    </w:rPr>
                    <w:t xml:space="preserve">very night study these facts:  5 x 0 = 0,   5 x 1 = 5,   5 x 2 = 10,   5 x 3 = 15,   5 x 4 = 20,   5 x 5 = 25, </w:t>
                  </w:r>
                </w:p>
                <w:p w:rsidR="00335873" w:rsidRPr="00F32B58" w:rsidRDefault="00335873">
                  <w:pPr>
                    <w:rPr>
                      <w:b/>
                    </w:rPr>
                  </w:pPr>
                  <w:r>
                    <w:rPr>
                      <w:b/>
                    </w:rPr>
                    <w:t>5 x 6 =  30, 5 x 7 = 35, 5 x 8= 40, 5 x 9 = 45, 5 x 10 = 5</w:t>
                  </w:r>
                  <w:r w:rsidRPr="00F32B58">
                    <w:rPr>
                      <w:b/>
                    </w:rPr>
                    <w:t>0</w:t>
                  </w:r>
                  <w:r>
                    <w:rPr>
                      <w:b/>
                    </w:rPr>
                    <w:t xml:space="preserve">, 5 x 11 = 55, 5 x 12 = 60   </w:t>
                  </w:r>
                  <w:r w:rsidRPr="00F32B58">
                    <w:rPr>
                      <w:b/>
                    </w:rPr>
                    <w:t xml:space="preserve">Facts test on </w:t>
                  </w:r>
                  <w:r>
                    <w:rPr>
                      <w:b/>
                    </w:rPr>
                    <w:t>Thurs.</w:t>
                  </w:r>
                  <w:r w:rsidRPr="00F32B58">
                    <w:rPr>
                      <w:b/>
                    </w:rPr>
                    <w:t xml:space="preserve">  </w:t>
                  </w:r>
                </w:p>
              </w:txbxContent>
            </v:textbox>
          </v:shape>
        </w:pict>
      </w:r>
    </w:p>
    <w:sectPr w:rsidR="00335873" w:rsidSect="009F3E64">
      <w:pgSz w:w="12240" w:h="15840"/>
      <w:pgMar w:top="14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0B16"/>
    <w:multiLevelType w:val="hybridMultilevel"/>
    <w:tmpl w:val="9C3E92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C59"/>
    <w:rsid w:val="000C6561"/>
    <w:rsid w:val="00191D7F"/>
    <w:rsid w:val="00197893"/>
    <w:rsid w:val="00206608"/>
    <w:rsid w:val="00226C2A"/>
    <w:rsid w:val="00334ECB"/>
    <w:rsid w:val="00335873"/>
    <w:rsid w:val="00335BCA"/>
    <w:rsid w:val="00374DA7"/>
    <w:rsid w:val="00397084"/>
    <w:rsid w:val="003A7D41"/>
    <w:rsid w:val="00405124"/>
    <w:rsid w:val="004203E6"/>
    <w:rsid w:val="004244AB"/>
    <w:rsid w:val="00444276"/>
    <w:rsid w:val="00455ABF"/>
    <w:rsid w:val="00456F90"/>
    <w:rsid w:val="00461A18"/>
    <w:rsid w:val="00467CB6"/>
    <w:rsid w:val="004A1729"/>
    <w:rsid w:val="004B749B"/>
    <w:rsid w:val="004F61F1"/>
    <w:rsid w:val="00500570"/>
    <w:rsid w:val="005028E4"/>
    <w:rsid w:val="0055036C"/>
    <w:rsid w:val="00564DE2"/>
    <w:rsid w:val="005723C2"/>
    <w:rsid w:val="005B63ED"/>
    <w:rsid w:val="006D7B6B"/>
    <w:rsid w:val="00752EFB"/>
    <w:rsid w:val="00754204"/>
    <w:rsid w:val="00767140"/>
    <w:rsid w:val="007D2C59"/>
    <w:rsid w:val="008E4F27"/>
    <w:rsid w:val="00924097"/>
    <w:rsid w:val="00947F73"/>
    <w:rsid w:val="00965969"/>
    <w:rsid w:val="009D31BB"/>
    <w:rsid w:val="009D4F08"/>
    <w:rsid w:val="009F3E64"/>
    <w:rsid w:val="00AA3C51"/>
    <w:rsid w:val="00AC5163"/>
    <w:rsid w:val="00B97E21"/>
    <w:rsid w:val="00C22BAE"/>
    <w:rsid w:val="00CC631C"/>
    <w:rsid w:val="00D07739"/>
    <w:rsid w:val="00D2375E"/>
    <w:rsid w:val="00D53838"/>
    <w:rsid w:val="00D86DEF"/>
    <w:rsid w:val="00E018CF"/>
    <w:rsid w:val="00E15390"/>
    <w:rsid w:val="00E222D3"/>
    <w:rsid w:val="00EC7688"/>
    <w:rsid w:val="00F32B58"/>
    <w:rsid w:val="00F8341C"/>
    <w:rsid w:val="00FD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97"/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D2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2C59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99"/>
    <w:qFormat/>
    <w:rsid w:val="007D2C5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F8341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4051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xl.com/signin/lincolntc" TargetMode="External"/><Relationship Id="rId5" Type="http://schemas.openxmlformats.org/officeDocument/2006/relationships/hyperlink" Target="https://www.ixl.com/signin/lincolnt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</Words>
  <Characters>17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mtwhatley</dc:creator>
  <cp:keywords/>
  <dc:description/>
  <cp:lastModifiedBy> </cp:lastModifiedBy>
  <cp:revision>3</cp:revision>
  <cp:lastPrinted>2012-11-08T13:29:00Z</cp:lastPrinted>
  <dcterms:created xsi:type="dcterms:W3CDTF">2012-11-08T04:31:00Z</dcterms:created>
  <dcterms:modified xsi:type="dcterms:W3CDTF">2012-11-08T13:29:00Z</dcterms:modified>
</cp:coreProperties>
</file>